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F4A" w:rsidRPr="006E7214" w:rsidRDefault="008B2F4A" w:rsidP="00FA52EA">
      <w:pPr>
        <w:jc w:val="center"/>
        <w:rPr>
          <w:highlight w:val="yellow"/>
        </w:rPr>
      </w:pPr>
      <w:r>
        <w:rPr>
          <w:highlight w:val="yellow"/>
        </w:rPr>
        <w:t>TETATIVE ASSIGNEMT FOR CAROL FESTIVAL 10/27/10</w:t>
      </w:r>
    </w:p>
    <w:p w:rsidR="008B2F4A" w:rsidRDefault="008B2F4A" w:rsidP="00FA52EA">
      <w:pPr>
        <w:jc w:val="center"/>
      </w:pPr>
      <w:r w:rsidRPr="00B86B9E">
        <w:rPr>
          <w:highlight w:val="yellow"/>
        </w:rPr>
        <w:t>CLASSICALS</w:t>
      </w:r>
    </w:p>
    <w:p w:rsidR="008B2F4A" w:rsidRDefault="008B2F4A" w:rsidP="00FA52EA">
      <w:r w:rsidRPr="00FA52EA">
        <w:rPr>
          <w:highlight w:val="yellow"/>
        </w:rPr>
        <w:t>6</w:t>
      </w:r>
      <w:r w:rsidRPr="00FA52EA">
        <w:rPr>
          <w:highlight w:val="yellow"/>
          <w:vertAlign w:val="superscript"/>
        </w:rPr>
        <w:t>th</w:t>
      </w:r>
      <w:r w:rsidRPr="00FA52EA">
        <w:rPr>
          <w:highlight w:val="yellow"/>
        </w:rPr>
        <w:t xml:space="preserve"> &amp; 7</w:t>
      </w:r>
      <w:r w:rsidRPr="00FA52EA">
        <w:rPr>
          <w:highlight w:val="yellow"/>
          <w:vertAlign w:val="superscript"/>
        </w:rPr>
        <w:t>th</w:t>
      </w:r>
      <w:r w:rsidRPr="00FA52EA">
        <w:rPr>
          <w:highlight w:val="yellow"/>
        </w:rPr>
        <w:t xml:space="preserve"> grade</w:t>
      </w:r>
    </w:p>
    <w:p w:rsidR="008B2F4A" w:rsidRDefault="008B2F4A" w:rsidP="00502089">
      <w:r>
        <w:t>Melodies; “Carol of the Birds”  “Coventry Carol”</w:t>
      </w:r>
    </w:p>
    <w:p w:rsidR="008B2F4A" w:rsidRDefault="008B2F4A" w:rsidP="00502089">
      <w:r>
        <w:t xml:space="preserve">Chords; “Bring A Torch Jeanette Isabella” “I Saw Three Ships” </w:t>
      </w:r>
    </w:p>
    <w:p w:rsidR="008B2F4A" w:rsidRDefault="008B2F4A" w:rsidP="00502089">
      <w:r>
        <w:t>Bass Line: “Patapan” “O Come O Come Emmanuel”</w:t>
      </w:r>
    </w:p>
    <w:p w:rsidR="008B2F4A" w:rsidRDefault="008B2F4A" w:rsidP="00502089">
      <w:r>
        <w:t xml:space="preserve">Three Part: “Do You Hear What I Hear”  </w:t>
      </w:r>
    </w:p>
    <w:p w:rsidR="008B2F4A" w:rsidRDefault="008B2F4A" w:rsidP="00FA52EA">
      <w:pPr>
        <w:jc w:val="both"/>
      </w:pPr>
      <w:r w:rsidRPr="00FA52EA">
        <w:rPr>
          <w:highlight w:val="yellow"/>
        </w:rPr>
        <w:t>8</w:t>
      </w:r>
      <w:r w:rsidRPr="00FA52EA">
        <w:rPr>
          <w:highlight w:val="yellow"/>
          <w:vertAlign w:val="superscript"/>
        </w:rPr>
        <w:t>th</w:t>
      </w:r>
      <w:r w:rsidRPr="00FA52EA">
        <w:rPr>
          <w:highlight w:val="yellow"/>
        </w:rPr>
        <w:t xml:space="preserve"> grade</w:t>
      </w:r>
    </w:p>
    <w:p w:rsidR="008B2F4A" w:rsidRDefault="008B2F4A" w:rsidP="00185240">
      <w:r>
        <w:t>Melodies; “Bring A Torch Jeanette Isabella” “I Saw Three Ships” “Patapan” “O Come O Come Emmanuel” “Silent Night”</w:t>
      </w:r>
    </w:p>
    <w:p w:rsidR="008B2F4A" w:rsidRDefault="008B2F4A" w:rsidP="00B86B9E">
      <w:r>
        <w:t>Chords; “Carol of the Birds”  “Coventry Carol” “Patapan” “O Come O Come Emmanuel” “Silent Night”</w:t>
      </w:r>
    </w:p>
    <w:p w:rsidR="008B2F4A" w:rsidRDefault="008B2F4A" w:rsidP="00B86B9E">
      <w:pPr>
        <w:jc w:val="center"/>
      </w:pPr>
      <w:r w:rsidRPr="00B86B9E">
        <w:rPr>
          <w:highlight w:val="yellow"/>
        </w:rPr>
        <w:t>“Simple Gifts”</w:t>
      </w:r>
    </w:p>
    <w:p w:rsidR="008B2F4A" w:rsidRDefault="008B2F4A" w:rsidP="00185240">
      <w:r>
        <w:t>Part I = Dagne &amp; Marie</w:t>
      </w:r>
      <w:r>
        <w:tab/>
      </w:r>
      <w:r>
        <w:tab/>
        <w:t>Part II = Annie &amp; Avery</w:t>
      </w:r>
      <w:r>
        <w:tab/>
      </w:r>
      <w:r>
        <w:tab/>
        <w:t>Part III = Grace &amp; Emily</w:t>
      </w:r>
      <w:r>
        <w:tab/>
      </w:r>
      <w:r>
        <w:tab/>
        <w:t>Part IV = Caelan, Harrison &amp; Maddie</w:t>
      </w:r>
      <w:r>
        <w:tab/>
        <w:t>Part V = Ryan &amp; Julia</w:t>
      </w:r>
    </w:p>
    <w:p w:rsidR="008B2F4A" w:rsidRDefault="008B2F4A" w:rsidP="00185240">
      <w:pPr>
        <w:jc w:val="center"/>
      </w:pPr>
      <w:bookmarkStart w:id="0" w:name="_GoBack"/>
      <w:bookmarkEnd w:id="0"/>
      <w:r w:rsidRPr="00B86B9E">
        <w:rPr>
          <w:highlight w:val="yellow"/>
        </w:rPr>
        <w:t>ELECTRICS</w:t>
      </w:r>
    </w:p>
    <w:p w:rsidR="008B2F4A" w:rsidRDefault="008B2F4A" w:rsidP="00086EE5">
      <w:r>
        <w:t xml:space="preserve"> 7</w:t>
      </w:r>
      <w:r w:rsidRPr="00086EE5">
        <w:rPr>
          <w:vertAlign w:val="superscript"/>
        </w:rPr>
        <w:t>th</w:t>
      </w:r>
      <w:r>
        <w:t xml:space="preserve"> Grade Part I &amp; II ;  “Frosty the Snowman” Santa Claus Is Coming To Town” “Jolly Old St. Nick”</w:t>
      </w:r>
    </w:p>
    <w:p w:rsidR="008B2F4A" w:rsidRDefault="008B2F4A" w:rsidP="00086EE5">
      <w:r>
        <w:t>8</w:t>
      </w:r>
      <w:r w:rsidRPr="00086EE5">
        <w:rPr>
          <w:vertAlign w:val="superscript"/>
        </w:rPr>
        <w:t>th</w:t>
      </w:r>
      <w:r>
        <w:t xml:space="preserve"> Grade part I &amp; II;  “Here Comes Santa Claus” “Rockin Around the Christmas Tree”</w:t>
      </w:r>
    </w:p>
    <w:p w:rsidR="008B2F4A" w:rsidRDefault="008B2F4A" w:rsidP="00086EE5">
      <w:r>
        <w:t>6</w:t>
      </w:r>
      <w:r w:rsidRPr="009324F6">
        <w:rPr>
          <w:vertAlign w:val="superscript"/>
        </w:rPr>
        <w:t>TH</w:t>
      </w:r>
      <w:r>
        <w:t xml:space="preserve"> &amp; 7</w:t>
      </w:r>
      <w:r w:rsidRPr="00FD7BF4">
        <w:rPr>
          <w:vertAlign w:val="superscript"/>
        </w:rPr>
        <w:t>th</w:t>
      </w:r>
      <w:r>
        <w:rPr>
          <w:vertAlign w:val="superscript"/>
        </w:rPr>
        <w:t xml:space="preserve"> </w:t>
      </w:r>
      <w:r>
        <w:t xml:space="preserve"> Grade chord strumming; </w:t>
      </w:r>
      <w:r w:rsidRPr="00FD7BF4">
        <w:rPr>
          <w:highlight w:val="yellow"/>
        </w:rPr>
        <w:t>acoustic &amp; electric</w:t>
      </w:r>
      <w:r>
        <w:t xml:space="preserve"> “Here Comes Santa Claus” “Rockin Around the Christmas Tree” “Jingle Bells”</w:t>
      </w:r>
    </w:p>
    <w:p w:rsidR="008B2F4A" w:rsidRDefault="008B2F4A" w:rsidP="00086EE5">
      <w:r>
        <w:t>8</w:t>
      </w:r>
      <w:r w:rsidRPr="00FD7BF4">
        <w:rPr>
          <w:vertAlign w:val="superscript"/>
        </w:rPr>
        <w:t>th</w:t>
      </w:r>
      <w:r>
        <w:t xml:space="preserve"> grade chord strumming:  “Frosty the Snowman” Santa Claus Is Coming To Town” “Jolly Old St. Nick”</w:t>
      </w:r>
    </w:p>
    <w:p w:rsidR="008B2F4A" w:rsidRDefault="008B2F4A" w:rsidP="00086EE5">
      <w:r>
        <w:t>Bass line;  For all of the above songs  (CAN BE PLAYED ON BASS GUITAR OR 6 STRING)</w:t>
      </w:r>
    </w:p>
    <w:sectPr w:rsidR="008B2F4A" w:rsidSect="005837F2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74C"/>
    <w:rsid w:val="00086EE5"/>
    <w:rsid w:val="000D0EAE"/>
    <w:rsid w:val="00185240"/>
    <w:rsid w:val="002B70B1"/>
    <w:rsid w:val="002F3276"/>
    <w:rsid w:val="00502089"/>
    <w:rsid w:val="005837F2"/>
    <w:rsid w:val="006E7214"/>
    <w:rsid w:val="008B2F4A"/>
    <w:rsid w:val="008D474C"/>
    <w:rsid w:val="009324F6"/>
    <w:rsid w:val="00AC01EC"/>
    <w:rsid w:val="00AF0231"/>
    <w:rsid w:val="00B86B9E"/>
    <w:rsid w:val="00C44726"/>
    <w:rsid w:val="00D324EE"/>
    <w:rsid w:val="00F669C4"/>
    <w:rsid w:val="00FA52EA"/>
    <w:rsid w:val="00FD7BF4"/>
    <w:rsid w:val="00FF3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4E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171</Words>
  <Characters>976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TETATIVE ASSIGNEMT FOR CAROL FESTIVAL 10/27/10</dc:title>
  <dc:subject/>
  <dc:creator>Kerry</dc:creator>
  <cp:keywords/>
  <dc:description/>
  <cp:lastModifiedBy>Pierre School District</cp:lastModifiedBy>
  <cp:revision>3</cp:revision>
  <cp:lastPrinted>2010-10-27T12:31:00Z</cp:lastPrinted>
  <dcterms:created xsi:type="dcterms:W3CDTF">2010-10-27T12:40:00Z</dcterms:created>
  <dcterms:modified xsi:type="dcterms:W3CDTF">2010-11-05T17:01:00Z</dcterms:modified>
</cp:coreProperties>
</file>